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FC489" w14:textId="349B3047" w:rsidR="00D52905" w:rsidRPr="004412EB" w:rsidRDefault="002E448C" w:rsidP="00C4714C">
      <w:pPr>
        <w:jc w:val="right"/>
        <w:outlineLvl w:val="0"/>
        <w:rPr>
          <w:rFonts w:ascii="Arial" w:eastAsia="Times New Roman" w:hAnsi="Arial" w:cs="Arial"/>
          <w:b/>
          <w:bCs/>
          <w:color w:val="005EB8"/>
          <w:sz w:val="36"/>
          <w:szCs w:val="44"/>
        </w:rPr>
      </w:pPr>
      <w:r w:rsidRPr="004412EB">
        <w:rPr>
          <w:rFonts w:ascii="Arial" w:eastAsia="Times New Roman" w:hAnsi="Arial" w:cs="Arial"/>
          <w:b/>
          <w:bCs/>
          <w:noProof/>
          <w:color w:val="005EB8"/>
          <w:sz w:val="36"/>
          <w:szCs w:val="44"/>
        </w:rPr>
        <w:drawing>
          <wp:anchor distT="0" distB="0" distL="114300" distR="114300" simplePos="0" relativeHeight="251659264" behindDoc="0" locked="0" layoutInCell="1" allowOverlap="1" wp14:anchorId="522080A4" wp14:editId="6E70FAB4">
            <wp:simplePos x="0" y="0"/>
            <wp:positionH relativeFrom="margin">
              <wp:posOffset>246380</wp:posOffset>
            </wp:positionH>
            <wp:positionV relativeFrom="paragraph">
              <wp:posOffset>-13335</wp:posOffset>
            </wp:positionV>
            <wp:extent cx="1542415" cy="742315"/>
            <wp:effectExtent l="0" t="0" r="63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64BF" w:rsidRPr="004412EB">
        <w:rPr>
          <w:rFonts w:ascii="Arial" w:eastAsia="Times New Roman" w:hAnsi="Arial" w:cs="Arial"/>
          <w:b/>
          <w:bCs/>
          <w:color w:val="005EB8"/>
          <w:sz w:val="36"/>
          <w:szCs w:val="44"/>
        </w:rPr>
        <w:t>EXERCISE</w:t>
      </w:r>
      <w:r w:rsidR="00FF21DA" w:rsidRPr="004412EB">
        <w:rPr>
          <w:rFonts w:ascii="Arial" w:eastAsia="Times New Roman" w:hAnsi="Arial" w:cs="Arial"/>
          <w:b/>
          <w:bCs/>
          <w:color w:val="005EB8"/>
          <w:sz w:val="36"/>
          <w:szCs w:val="44"/>
        </w:rPr>
        <w:t xml:space="preserve"> OBJECTIVES</w:t>
      </w:r>
    </w:p>
    <w:p w14:paraId="25237D09" w14:textId="016D9EB2" w:rsidR="00283CD7" w:rsidRPr="004412EB" w:rsidRDefault="00283CD7">
      <w:pPr>
        <w:rPr>
          <w:rFonts w:ascii="Arial" w:eastAsia="Times New Roman" w:hAnsi="Arial" w:cs="Arial"/>
          <w:b/>
          <w:bCs/>
          <w:color w:val="495241"/>
          <w:sz w:val="16"/>
          <w:szCs w:val="44"/>
        </w:rPr>
      </w:pPr>
    </w:p>
    <w:tbl>
      <w:tblPr>
        <w:tblW w:w="11430" w:type="dxa"/>
        <w:tblLook w:val="04A0" w:firstRow="1" w:lastRow="0" w:firstColumn="1" w:lastColumn="0" w:noHBand="0" w:noVBand="1"/>
      </w:tblPr>
      <w:tblGrid>
        <w:gridCol w:w="3240"/>
        <w:gridCol w:w="8190"/>
      </w:tblGrid>
      <w:tr w:rsidR="00FF21DA" w:rsidRPr="004412EB" w14:paraId="428E4524" w14:textId="77777777" w:rsidTr="00DB075E">
        <w:trPr>
          <w:trHeight w:val="36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07DC3" w14:textId="238266AA" w:rsidR="00FF21DA" w:rsidRPr="004412EB" w:rsidRDefault="00FF21DA" w:rsidP="00FF21D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19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25658439" w14:textId="75535D16" w:rsidR="00FF21DA" w:rsidRPr="004412EB" w:rsidRDefault="006064BF" w:rsidP="00FF21DA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EXERCISE NAME</w:t>
            </w:r>
          </w:p>
        </w:tc>
      </w:tr>
      <w:tr w:rsidR="00FF21DA" w:rsidRPr="004412EB" w14:paraId="0D5131D2" w14:textId="77777777" w:rsidTr="00FF21DA">
        <w:trPr>
          <w:trHeight w:val="44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F4606" w14:textId="572E478F" w:rsidR="00FF21DA" w:rsidRPr="004412EB" w:rsidRDefault="00FF21DA" w:rsidP="00FF21DA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2E4D1D" w14:textId="03E91C1B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21DA" w:rsidRPr="004412EB" w14:paraId="693F6098" w14:textId="77777777" w:rsidTr="00DB075E">
        <w:trPr>
          <w:trHeight w:val="341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7EF1086C" w14:textId="145AA10B" w:rsidR="00FF21DA" w:rsidRPr="004412EB" w:rsidRDefault="00F67BCC" w:rsidP="00FF21DA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EXERCISE LEAD</w:t>
            </w: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91C0" w14:textId="690077F6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F21DA" w:rsidRPr="004412EB" w14:paraId="59D92C78" w14:textId="77777777" w:rsidTr="00993AC8">
        <w:trPr>
          <w:trHeight w:val="341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698C26" w14:textId="77777777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5AFB" w14:textId="0D262B23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F21DA" w:rsidRPr="004412EB" w14:paraId="6F20221E" w14:textId="77777777" w:rsidTr="0074307C">
        <w:trPr>
          <w:trHeight w:val="584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7B8BD6E6" w14:textId="68783709" w:rsidR="00FF21DA" w:rsidRPr="004412EB" w:rsidRDefault="00F67BCC" w:rsidP="00FF21DA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DATE</w:t>
            </w: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378E" w14:textId="592B8D7D" w:rsidR="00FF21DA" w:rsidRPr="004412EB" w:rsidRDefault="00FF21DA" w:rsidP="00FF21DA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FF21DA" w:rsidRPr="004412EB" w14:paraId="1C8780E2" w14:textId="77777777" w:rsidTr="000455E6">
        <w:trPr>
          <w:trHeight w:val="206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C9C971" w14:textId="1FBDED60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C74B" w14:textId="02DCA97F" w:rsidR="00FF21DA" w:rsidRPr="004412EB" w:rsidRDefault="00345F33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ADE4F79" wp14:editId="1480B70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-1111250</wp:posOffset>
                      </wp:positionV>
                      <wp:extent cx="5147310" cy="1089660"/>
                      <wp:effectExtent l="0" t="0" r="0" b="0"/>
                      <wp:wrapNone/>
                      <wp:docPr id="1" name="Text Box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64353A-2E6E-254E-8AE0-E51EB3485D6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731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8193EB" w14:textId="2FB2F22A" w:rsidR="00FF21DA" w:rsidRPr="00AA221A" w:rsidRDefault="00FF21DA" w:rsidP="00FF21D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</w:pPr>
                                  <w:r w:rsidRPr="00FF21DA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 xml:space="preserve">Add your </w:t>
                                  </w:r>
                                  <w:r w:rsidR="00B55D14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 xml:space="preserve">objectives </w:t>
                                  </w:r>
                                  <w:r w:rsidRPr="00FF21DA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 xml:space="preserve">to the following worksheet, then use the SMART process to determine the characteristics of your objective or objectives. SMART stands for specific, measurable, achievable, relevant, and time-bound. If the goal </w:t>
                                  </w:r>
                                  <w:r w:rsidR="001B2713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is to e</w:t>
                                  </w:r>
                                  <w:r w:rsidR="001B2713" w:rsidRPr="001B2713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nhance the organization's preparedness and response capability to mass casualty incidents</w:t>
                                  </w:r>
                                  <w:r w:rsidRPr="00FF21DA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, an objective should look like this:</w:t>
                                  </w:r>
                                </w:p>
                                <w:p w14:paraId="43110281" w14:textId="77777777" w:rsidR="003B502A" w:rsidRDefault="003B502A" w:rsidP="00FF21D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</w:pPr>
                                </w:p>
                                <w:p w14:paraId="46146939" w14:textId="21A4D656" w:rsidR="00FF21DA" w:rsidRPr="00FF21DA" w:rsidRDefault="00F12598" w:rsidP="00FF21DA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21"/>
                                    </w:rPr>
                                  </w:pPr>
                                  <w:r w:rsidRPr="00F12598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 xml:space="preserve">"To assess team members' execution and proficiency in implementing the Code White – Mass Casualty activation protocol through a comprehensive training drill </w:t>
                                  </w:r>
                                  <w:r w:rsidR="003B502A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by Q4</w:t>
                                  </w:r>
                                  <w:r w:rsidR="00124881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 xml:space="preserve">, </w:t>
                                  </w:r>
                                  <w:r w:rsidR="00124881" w:rsidRPr="00124881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aiming for a 20% increase in average scores.</w:t>
                                  </w:r>
                                  <w:r w:rsidRPr="00F12598">
                                    <w:rPr>
                                      <w:rFonts w:ascii="Century Gothic" w:hAnsi="Century Gothic" w:cstheme="minorBidi"/>
                                      <w:color w:val="000000" w:themeColor="dark1"/>
                                      <w:sz w:val="16"/>
                                      <w:szCs w:val="20"/>
                                    </w:rPr>
                                    <w:t>"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E4F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3.3pt;margin-top:-87.5pt;width:405.3pt;height: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" fillcolor="white [3201]" stroked="f">
                      <v:textbox>
                        <w:txbxContent>
                          <w:p w14:paraId="408193EB" w14:textId="2FB2F22A" w:rsidR="00FF21DA" w:rsidRPr="00AA221A" w:rsidRDefault="00FF21DA" w:rsidP="00FF21D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</w:pPr>
                            <w:r w:rsidRPr="00FF21DA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 xml:space="preserve">Add your </w:t>
                            </w:r>
                            <w:r w:rsidR="00B55D14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 xml:space="preserve">objectives </w:t>
                            </w:r>
                            <w:r w:rsidRPr="00FF21DA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 xml:space="preserve">to the following worksheet, then use the SMART process to determine the characteristics of your objective or objectives. SMART stands for specific, measurable, achievable, relevant, and time-bound. If the goal </w:t>
                            </w:r>
                            <w:r w:rsidR="001B2713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is to e</w:t>
                            </w:r>
                            <w:r w:rsidR="001B2713" w:rsidRPr="001B2713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nhance the organization's preparedness and response capability to mass casualty incidents</w:t>
                            </w:r>
                            <w:r w:rsidRPr="00FF21DA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, an objective should look like this:</w:t>
                            </w:r>
                          </w:p>
                          <w:p w14:paraId="43110281" w14:textId="77777777" w:rsidR="003B502A" w:rsidRDefault="003B502A" w:rsidP="00FF21D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</w:pPr>
                          </w:p>
                          <w:p w14:paraId="46146939" w14:textId="21A4D656" w:rsidR="00FF21DA" w:rsidRPr="00FF21DA" w:rsidRDefault="00F12598" w:rsidP="00FF21D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F12598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 xml:space="preserve">"To assess team members' execution and proficiency in implementing the Code White – Mass Casualty activation protocol through a comprehensive training drill </w:t>
                            </w:r>
                            <w:r w:rsidR="003B502A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by Q4</w:t>
                            </w:r>
                            <w:r w:rsidR="00124881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 xml:space="preserve">, </w:t>
                            </w:r>
                            <w:r w:rsidR="00124881" w:rsidRPr="00124881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aiming for a 20% increase in average scores.</w:t>
                            </w:r>
                            <w:r w:rsidRPr="00F12598">
                              <w:rPr>
                                <w:rFonts w:ascii="Century Gothic" w:hAnsi="Century Gothic" w:cstheme="minorBidi"/>
                                <w:color w:val="000000" w:themeColor="dark1"/>
                                <w:sz w:val="16"/>
                                <w:szCs w:val="20"/>
                              </w:rPr>
                              <w:t>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F21DA" w:rsidRPr="004412EB" w14:paraId="551A195E" w14:textId="77777777" w:rsidTr="00993AC8">
        <w:trPr>
          <w:trHeight w:val="71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2284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F35" w14:textId="596C1F6D" w:rsidR="00FF21DA" w:rsidRPr="004412EB" w:rsidRDefault="00FF21DA" w:rsidP="00FF21D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F21DA" w:rsidRPr="004412EB" w14:paraId="0C7BFBE1" w14:textId="77777777" w:rsidTr="00993AC8">
        <w:trPr>
          <w:trHeight w:val="701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654C0150" w14:textId="663BBFCD" w:rsidR="00FF21DA" w:rsidRPr="004412EB" w:rsidRDefault="009B1E49" w:rsidP="00FF21DA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OBJECTIVE</w:t>
            </w:r>
            <w:r w:rsidR="00C4714C" w:rsidRPr="004412EB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 xml:space="preserve"> 1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DB55EC" w14:textId="5A0F4C59" w:rsidR="00FF21DA" w:rsidRPr="004412EB" w:rsidRDefault="00FF21DA" w:rsidP="00FF21DA">
            <w:pPr>
              <w:rPr>
                <w:rFonts w:ascii="Arial" w:eastAsia="Times New Roman" w:hAnsi="Arial" w:cs="Arial"/>
                <w:color w:val="232323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232323"/>
                <w:sz w:val="16"/>
                <w:szCs w:val="16"/>
              </w:rPr>
              <w:t> </w:t>
            </w:r>
          </w:p>
        </w:tc>
      </w:tr>
      <w:tr w:rsidR="00FF21DA" w:rsidRPr="004412EB" w14:paraId="6A82CD55" w14:textId="77777777" w:rsidTr="00B03F91">
        <w:trPr>
          <w:trHeight w:val="547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78C54D75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SPECIFIC: 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>Who? What? When? Where? Why? Which?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396FCC" w14:textId="6279E515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21DA" w:rsidRPr="004412EB" w14:paraId="4F6DF547" w14:textId="77777777" w:rsidTr="00B03F9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370C291F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MEASURABLE: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Metrics and milestones. How much? What percentage?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924BAC" w14:textId="4348455A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21DA" w:rsidRPr="004412EB" w14:paraId="758C3BA1" w14:textId="77777777" w:rsidTr="00B03F9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48677EEE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ACHIEVABLE: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 you have skills and tools to accomplish this objective?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7D5E02" w14:textId="3150C685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21DA" w:rsidRPr="004412EB" w14:paraId="3BE0349C" w14:textId="77777777" w:rsidTr="00B03F9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1FD88594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RELEVANT: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Does it fit with overall organizational objectives?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893C6E" w14:textId="77777777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F21DA" w:rsidRPr="004412EB" w14:paraId="4FBFAF7F" w14:textId="77777777" w:rsidTr="0074307C">
        <w:trPr>
          <w:trHeight w:val="449"/>
        </w:trPr>
        <w:tc>
          <w:tcPr>
            <w:tcW w:w="3240" w:type="dxa"/>
            <w:tcBorders>
              <w:top w:val="nil"/>
              <w:left w:val="single" w:sz="4" w:space="0" w:color="BFBFBF"/>
              <w:bottom w:val="double" w:sz="6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234F06B0" w14:textId="77777777" w:rsidR="00FF21DA" w:rsidRPr="004412EB" w:rsidRDefault="00FF21DA" w:rsidP="00FF21DA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TIME-BOUND: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Intermediate and final deadline</w:t>
            </w:r>
          </w:p>
        </w:tc>
        <w:tc>
          <w:tcPr>
            <w:tcW w:w="8190" w:type="dxa"/>
            <w:tcBorders>
              <w:top w:val="nil"/>
              <w:left w:val="nil"/>
              <w:bottom w:val="double" w:sz="6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9C04264" w14:textId="0704753E" w:rsidR="00FF21DA" w:rsidRPr="004412EB" w:rsidRDefault="00FF21DA" w:rsidP="00FF21DA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79A2E85C" w14:textId="79B8F958" w:rsidR="00C4714C" w:rsidRPr="004412EB" w:rsidRDefault="00C4714C" w:rsidP="00B63006">
      <w:pPr>
        <w:rPr>
          <w:rFonts w:ascii="Arial" w:hAnsi="Arial" w:cs="Arial"/>
          <w:sz w:val="16"/>
          <w:szCs w:val="16"/>
        </w:rPr>
      </w:pPr>
    </w:p>
    <w:tbl>
      <w:tblPr>
        <w:tblW w:w="11430" w:type="dxa"/>
        <w:tblLook w:val="04A0" w:firstRow="1" w:lastRow="0" w:firstColumn="1" w:lastColumn="0" w:noHBand="0" w:noVBand="1"/>
      </w:tblPr>
      <w:tblGrid>
        <w:gridCol w:w="3240"/>
        <w:gridCol w:w="8190"/>
      </w:tblGrid>
      <w:tr w:rsidR="00C4714C" w:rsidRPr="004412EB" w14:paraId="088538DE" w14:textId="77777777" w:rsidTr="00993AC8">
        <w:trPr>
          <w:trHeight w:val="656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3F6B5EDF" w14:textId="47266BB7" w:rsidR="00C4714C" w:rsidRPr="004412EB" w:rsidRDefault="00DE1B83" w:rsidP="00DE255E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OBJECTIVE </w:t>
            </w:r>
            <w:r w:rsidR="00C4714C"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2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235BCB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232323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232323"/>
                <w:sz w:val="16"/>
                <w:szCs w:val="16"/>
              </w:rPr>
              <w:t> </w:t>
            </w:r>
          </w:p>
        </w:tc>
      </w:tr>
      <w:tr w:rsidR="00C4714C" w:rsidRPr="004412EB" w14:paraId="6ECEC1F2" w14:textId="77777777" w:rsidTr="00EF44B1">
        <w:trPr>
          <w:trHeight w:val="547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13825081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SPECIFIC: 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>Who? What? When? Where? Why? Which?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572262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21CDCA0B" w14:textId="77777777" w:rsidTr="00EF44B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0CF35189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MEASURABLE: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Metrics and milestones. How much? What percentage?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8BA88B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467A348A" w14:textId="77777777" w:rsidTr="00EF44B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6ECCD10C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ACHIEVABLE: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 you have skills and tools to accomplish this objective?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7CBD62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6974457C" w14:textId="77777777" w:rsidTr="00EF44B1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593E671A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RELEVANT: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Does it fit with overall organizational objectives?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062989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0DB7C99C" w14:textId="77777777" w:rsidTr="0074307C">
        <w:trPr>
          <w:trHeight w:val="431"/>
        </w:trPr>
        <w:tc>
          <w:tcPr>
            <w:tcW w:w="3240" w:type="dxa"/>
            <w:tcBorders>
              <w:top w:val="nil"/>
              <w:left w:val="single" w:sz="4" w:space="0" w:color="BFBFBF"/>
              <w:bottom w:val="double" w:sz="6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2C9A8249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TIME-BOUND: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Intermediate and final deadline</w:t>
            </w:r>
          </w:p>
        </w:tc>
        <w:tc>
          <w:tcPr>
            <w:tcW w:w="8190" w:type="dxa"/>
            <w:tcBorders>
              <w:top w:val="nil"/>
              <w:left w:val="nil"/>
              <w:bottom w:val="double" w:sz="6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84F500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06CBB0D4" w14:textId="4F4B6EB6" w:rsidR="00C4714C" w:rsidRPr="004412EB" w:rsidRDefault="00C4714C" w:rsidP="00B63006">
      <w:pPr>
        <w:rPr>
          <w:rFonts w:ascii="Arial" w:hAnsi="Arial" w:cs="Arial"/>
          <w:sz w:val="16"/>
          <w:szCs w:val="16"/>
        </w:rPr>
      </w:pPr>
    </w:p>
    <w:tbl>
      <w:tblPr>
        <w:tblW w:w="11430" w:type="dxa"/>
        <w:tblLook w:val="04A0" w:firstRow="1" w:lastRow="0" w:firstColumn="1" w:lastColumn="0" w:noHBand="0" w:noVBand="1"/>
      </w:tblPr>
      <w:tblGrid>
        <w:gridCol w:w="3240"/>
        <w:gridCol w:w="8190"/>
      </w:tblGrid>
      <w:tr w:rsidR="00C4714C" w:rsidRPr="004412EB" w14:paraId="78D52343" w14:textId="77777777" w:rsidTr="0074307C">
        <w:trPr>
          <w:trHeight w:val="593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8" w:space="0" w:color="BFBFBF"/>
              <w:right w:val="single" w:sz="4" w:space="0" w:color="BFBFBF"/>
            </w:tcBorders>
            <w:shd w:val="clear" w:color="auto" w:fill="005EB8"/>
            <w:vAlign w:val="center"/>
            <w:hideMark/>
          </w:tcPr>
          <w:p w14:paraId="7104F2BA" w14:textId="71052BDF" w:rsidR="00C4714C" w:rsidRPr="004412EB" w:rsidRDefault="0063581C" w:rsidP="00DE255E">
            <w:pP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OBJECTIVE</w:t>
            </w:r>
            <w:r w:rsidR="00C4714C" w:rsidRPr="004412E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#3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E0B6E4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232323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232323"/>
                <w:sz w:val="16"/>
                <w:szCs w:val="16"/>
              </w:rPr>
              <w:t> </w:t>
            </w:r>
          </w:p>
        </w:tc>
      </w:tr>
      <w:tr w:rsidR="00C4714C" w:rsidRPr="004412EB" w14:paraId="518D0AEB" w14:textId="77777777" w:rsidTr="00EF5557">
        <w:trPr>
          <w:trHeight w:val="547"/>
        </w:trPr>
        <w:tc>
          <w:tcPr>
            <w:tcW w:w="3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4BBBF809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SPECIFIC: 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>Who? What? When? Where? Why? Which?</w:t>
            </w:r>
          </w:p>
        </w:tc>
        <w:tc>
          <w:tcPr>
            <w:tcW w:w="819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2758F9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005C87D3" w14:textId="77777777" w:rsidTr="00EF5557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2AE8B7A2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MEASURABLE: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Metrics and milestones. How much? What percentage?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D988A9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2EAAFFDD" w14:textId="77777777" w:rsidTr="00EF5557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78D3679D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ACHIEVABLE: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 you have skills and tools to accomplish this objective?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3AFA8E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30042677" w14:textId="77777777" w:rsidTr="00EF5557">
        <w:trPr>
          <w:trHeight w:val="547"/>
        </w:trPr>
        <w:tc>
          <w:tcPr>
            <w:tcW w:w="32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712698CC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RELEVANT: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Does it fit with overall organizational objectives?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C0D04E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4714C" w:rsidRPr="004412EB" w14:paraId="34F5B1A0" w14:textId="77777777" w:rsidTr="000455E6">
        <w:trPr>
          <w:trHeight w:val="458"/>
        </w:trPr>
        <w:tc>
          <w:tcPr>
            <w:tcW w:w="3240" w:type="dxa"/>
            <w:tcBorders>
              <w:top w:val="nil"/>
              <w:left w:val="single" w:sz="4" w:space="0" w:color="BFBFBF"/>
              <w:bottom w:val="double" w:sz="6" w:space="0" w:color="BFBFBF"/>
              <w:right w:val="single" w:sz="4" w:space="0" w:color="BFBFBF"/>
            </w:tcBorders>
            <w:shd w:val="clear" w:color="auto" w:fill="BFBFBF" w:themeFill="background1" w:themeFillShade="BF"/>
            <w:vAlign w:val="center"/>
            <w:hideMark/>
          </w:tcPr>
          <w:p w14:paraId="2A446CE3" w14:textId="77777777" w:rsidR="00C4714C" w:rsidRPr="004412EB" w:rsidRDefault="00C4714C" w:rsidP="00DE255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TIME-BOUND:</w:t>
            </w:r>
            <w:r w:rsidRPr="004412EB">
              <w:rPr>
                <w:rFonts w:ascii="Arial" w:eastAsia="Times New Roman" w:hAnsi="Arial" w:cs="Arial"/>
                <w:sz w:val="16"/>
                <w:szCs w:val="16"/>
              </w:rPr>
              <w:t xml:space="preserve"> Intermediate and final deadline</w:t>
            </w:r>
          </w:p>
        </w:tc>
        <w:tc>
          <w:tcPr>
            <w:tcW w:w="8190" w:type="dxa"/>
            <w:tcBorders>
              <w:top w:val="nil"/>
              <w:left w:val="nil"/>
              <w:bottom w:val="double" w:sz="6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120926" w14:textId="77777777" w:rsidR="00C4714C" w:rsidRPr="004412EB" w:rsidRDefault="00C4714C" w:rsidP="00DE255E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41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14:paraId="63847B67" w14:textId="02DDBF3A" w:rsidR="000455E6" w:rsidRPr="000455E6" w:rsidRDefault="000455E6" w:rsidP="000455E6">
      <w:pPr>
        <w:tabs>
          <w:tab w:val="left" w:pos="1980"/>
        </w:tabs>
        <w:rPr>
          <w:rFonts w:ascii="Arial" w:hAnsi="Arial" w:cs="Arial"/>
          <w:sz w:val="16"/>
          <w:szCs w:val="16"/>
        </w:rPr>
      </w:pPr>
    </w:p>
    <w:sectPr w:rsidR="000455E6" w:rsidRPr="000455E6" w:rsidSect="00FF21DA">
      <w:headerReference w:type="default" r:id="rId12"/>
      <w:footerReference w:type="default" r:id="rId13"/>
      <w:pgSz w:w="12240" w:h="15840"/>
      <w:pgMar w:top="396" w:right="360" w:bottom="360" w:left="36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19C2A" w14:textId="77777777" w:rsidR="007B63E3" w:rsidRDefault="007B63E3" w:rsidP="00DB2412">
      <w:r>
        <w:separator/>
      </w:r>
    </w:p>
  </w:endnote>
  <w:endnote w:type="continuationSeparator" w:id="0">
    <w:p w14:paraId="60A25424" w14:textId="77777777" w:rsidR="007B63E3" w:rsidRDefault="007B63E3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EF13" w14:textId="5890FC98" w:rsidR="0063581C" w:rsidRDefault="0063581C" w:rsidP="0063581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C03851" wp14:editId="4DF78574">
          <wp:simplePos x="0" y="0"/>
          <wp:positionH relativeFrom="column">
            <wp:posOffset>6134100</wp:posOffset>
          </wp:positionH>
          <wp:positionV relativeFrom="paragraph">
            <wp:posOffset>151765</wp:posOffset>
          </wp:positionV>
          <wp:extent cx="1281430" cy="377190"/>
          <wp:effectExtent l="0" t="0" r="0" b="3810"/>
          <wp:wrapSquare wrapText="bothSides"/>
          <wp:docPr id="6" name="Picture 6" descr="A logo for a child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logo for a child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430" cy="377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C49E50" w14:textId="73CB47DE" w:rsidR="0063581C" w:rsidRDefault="0063581C" w:rsidP="0063581C">
    <w:pPr>
      <w:pStyle w:val="Footer"/>
      <w:jc w:val="center"/>
    </w:pPr>
    <w:r w:rsidRPr="0041270C">
      <w:rPr>
        <w:rFonts w:ascii="Calibri" w:hAnsi="Calibri" w:cs="Calibri"/>
        <w:color w:val="000000"/>
        <w:sz w:val="18"/>
        <w:szCs w:val="18"/>
      </w:rPr>
      <w:t>This t</w:t>
    </w:r>
    <w:r>
      <w:rPr>
        <w:rFonts w:ascii="Calibri" w:hAnsi="Calibri" w:cs="Calibri"/>
        <w:color w:val="000000"/>
        <w:sz w:val="18"/>
        <w:szCs w:val="18"/>
      </w:rPr>
      <w:t>emplate</w:t>
    </w:r>
    <w:r w:rsidRPr="0041270C">
      <w:rPr>
        <w:rFonts w:ascii="Calibri" w:hAnsi="Calibri" w:cs="Calibri"/>
        <w:color w:val="000000"/>
        <w:sz w:val="18"/>
        <w:szCs w:val="18"/>
      </w:rPr>
      <w:t xml:space="preserve"> was created by Children’s Mercy Kansas City Emergency Management and made available for public use by the Pediatric Pandemic Network (PPN).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D65E" w14:textId="77777777" w:rsidR="007B63E3" w:rsidRDefault="007B63E3" w:rsidP="00DB2412">
      <w:r>
        <w:separator/>
      </w:r>
    </w:p>
  </w:footnote>
  <w:footnote w:type="continuationSeparator" w:id="0">
    <w:p w14:paraId="1FD2DD1F" w14:textId="77777777" w:rsidR="007B63E3" w:rsidRDefault="007B63E3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5ED7" w14:textId="239DBDCA" w:rsidR="00985675" w:rsidRDefault="00C4714C" w:rsidP="00C4714C">
    <w:pPr>
      <w:pStyle w:val="Header"/>
      <w:tabs>
        <w:tab w:val="clear" w:pos="4680"/>
        <w:tab w:val="clear" w:pos="9360"/>
        <w:tab w:val="left" w:pos="8148"/>
      </w:tabs>
      <w:ind w:left="-72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11E6"/>
    <w:multiLevelType w:val="hybridMultilevel"/>
    <w:tmpl w:val="3020AC84"/>
    <w:lvl w:ilvl="0" w:tplc="7A720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671C3"/>
    <w:multiLevelType w:val="hybridMultilevel"/>
    <w:tmpl w:val="E27A008E"/>
    <w:lvl w:ilvl="0" w:tplc="E3827A80">
      <w:numFmt w:val="bullet"/>
      <w:lvlText w:val="–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53C7D"/>
    <w:multiLevelType w:val="hybridMultilevel"/>
    <w:tmpl w:val="826C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588018">
    <w:abstractNumId w:val="1"/>
  </w:num>
  <w:num w:numId="2" w16cid:durableId="626012111">
    <w:abstractNumId w:val="2"/>
  </w:num>
  <w:num w:numId="3" w16cid:durableId="962274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4C"/>
    <w:rsid w:val="00005410"/>
    <w:rsid w:val="000102CA"/>
    <w:rsid w:val="000455E6"/>
    <w:rsid w:val="0006394A"/>
    <w:rsid w:val="000707ED"/>
    <w:rsid w:val="000870BA"/>
    <w:rsid w:val="000A6B42"/>
    <w:rsid w:val="000C3DA2"/>
    <w:rsid w:val="000E7935"/>
    <w:rsid w:val="00100237"/>
    <w:rsid w:val="00107A05"/>
    <w:rsid w:val="00124881"/>
    <w:rsid w:val="0014094F"/>
    <w:rsid w:val="00157F65"/>
    <w:rsid w:val="00165169"/>
    <w:rsid w:val="00182875"/>
    <w:rsid w:val="001B2713"/>
    <w:rsid w:val="001B48CC"/>
    <w:rsid w:val="001D1BD3"/>
    <w:rsid w:val="00246934"/>
    <w:rsid w:val="002703CB"/>
    <w:rsid w:val="0028063E"/>
    <w:rsid w:val="00283CD7"/>
    <w:rsid w:val="002B7BD6"/>
    <w:rsid w:val="002E448C"/>
    <w:rsid w:val="00321D73"/>
    <w:rsid w:val="00324550"/>
    <w:rsid w:val="00345F33"/>
    <w:rsid w:val="00361C3A"/>
    <w:rsid w:val="003872CE"/>
    <w:rsid w:val="003B502A"/>
    <w:rsid w:val="003D6150"/>
    <w:rsid w:val="003E4943"/>
    <w:rsid w:val="003E4F0D"/>
    <w:rsid w:val="003F4952"/>
    <w:rsid w:val="0040428F"/>
    <w:rsid w:val="00437607"/>
    <w:rsid w:val="004412EB"/>
    <w:rsid w:val="00442819"/>
    <w:rsid w:val="00466C6C"/>
    <w:rsid w:val="00471C74"/>
    <w:rsid w:val="0047429C"/>
    <w:rsid w:val="0049296E"/>
    <w:rsid w:val="00492EED"/>
    <w:rsid w:val="004937B7"/>
    <w:rsid w:val="004A2104"/>
    <w:rsid w:val="004A2939"/>
    <w:rsid w:val="00517E0A"/>
    <w:rsid w:val="00521646"/>
    <w:rsid w:val="00523569"/>
    <w:rsid w:val="00523965"/>
    <w:rsid w:val="005302C5"/>
    <w:rsid w:val="00553AE9"/>
    <w:rsid w:val="00563A52"/>
    <w:rsid w:val="00583682"/>
    <w:rsid w:val="005A42B5"/>
    <w:rsid w:val="005A5A20"/>
    <w:rsid w:val="005B4922"/>
    <w:rsid w:val="005D3EF6"/>
    <w:rsid w:val="005F2B16"/>
    <w:rsid w:val="006064BF"/>
    <w:rsid w:val="0063581C"/>
    <w:rsid w:val="0065609B"/>
    <w:rsid w:val="006666A2"/>
    <w:rsid w:val="006A3315"/>
    <w:rsid w:val="006A6D9A"/>
    <w:rsid w:val="006B233B"/>
    <w:rsid w:val="00700904"/>
    <w:rsid w:val="00723482"/>
    <w:rsid w:val="007378D8"/>
    <w:rsid w:val="0074307C"/>
    <w:rsid w:val="0074716D"/>
    <w:rsid w:val="00762690"/>
    <w:rsid w:val="00780B9C"/>
    <w:rsid w:val="00781C86"/>
    <w:rsid w:val="007B63E3"/>
    <w:rsid w:val="007E0149"/>
    <w:rsid w:val="007E231D"/>
    <w:rsid w:val="007E5B5E"/>
    <w:rsid w:val="0083365C"/>
    <w:rsid w:val="00864832"/>
    <w:rsid w:val="008866B4"/>
    <w:rsid w:val="00895D12"/>
    <w:rsid w:val="008A504B"/>
    <w:rsid w:val="008C1A69"/>
    <w:rsid w:val="008C6E62"/>
    <w:rsid w:val="008D1EAD"/>
    <w:rsid w:val="008D4D59"/>
    <w:rsid w:val="008E2435"/>
    <w:rsid w:val="008E4048"/>
    <w:rsid w:val="008F3925"/>
    <w:rsid w:val="00920BEC"/>
    <w:rsid w:val="00942DA6"/>
    <w:rsid w:val="0094694C"/>
    <w:rsid w:val="00962266"/>
    <w:rsid w:val="00965C46"/>
    <w:rsid w:val="00985675"/>
    <w:rsid w:val="00993AC8"/>
    <w:rsid w:val="009B1E49"/>
    <w:rsid w:val="009C20C0"/>
    <w:rsid w:val="009C4521"/>
    <w:rsid w:val="009E149B"/>
    <w:rsid w:val="009E62F0"/>
    <w:rsid w:val="009F0C1A"/>
    <w:rsid w:val="009F6C45"/>
    <w:rsid w:val="00A02960"/>
    <w:rsid w:val="00A24B2D"/>
    <w:rsid w:val="00A41540"/>
    <w:rsid w:val="00A731F7"/>
    <w:rsid w:val="00A7502B"/>
    <w:rsid w:val="00AA221A"/>
    <w:rsid w:val="00AD0D94"/>
    <w:rsid w:val="00AD207A"/>
    <w:rsid w:val="00B02B23"/>
    <w:rsid w:val="00B02F13"/>
    <w:rsid w:val="00B03F91"/>
    <w:rsid w:val="00B148F1"/>
    <w:rsid w:val="00B173D0"/>
    <w:rsid w:val="00B45269"/>
    <w:rsid w:val="00B55D14"/>
    <w:rsid w:val="00B63006"/>
    <w:rsid w:val="00B6597D"/>
    <w:rsid w:val="00B92110"/>
    <w:rsid w:val="00BA2FC3"/>
    <w:rsid w:val="00BC1A20"/>
    <w:rsid w:val="00C01A37"/>
    <w:rsid w:val="00C4714C"/>
    <w:rsid w:val="00C624A3"/>
    <w:rsid w:val="00C74DF9"/>
    <w:rsid w:val="00C902B5"/>
    <w:rsid w:val="00CD1831"/>
    <w:rsid w:val="00CF387D"/>
    <w:rsid w:val="00D06B25"/>
    <w:rsid w:val="00D10B72"/>
    <w:rsid w:val="00D111E9"/>
    <w:rsid w:val="00D16763"/>
    <w:rsid w:val="00D4502B"/>
    <w:rsid w:val="00D50C51"/>
    <w:rsid w:val="00D52905"/>
    <w:rsid w:val="00D620F1"/>
    <w:rsid w:val="00D71EB0"/>
    <w:rsid w:val="00D72CB6"/>
    <w:rsid w:val="00D8021D"/>
    <w:rsid w:val="00D96B95"/>
    <w:rsid w:val="00D970D9"/>
    <w:rsid w:val="00DB075E"/>
    <w:rsid w:val="00DB2412"/>
    <w:rsid w:val="00DE1B83"/>
    <w:rsid w:val="00E33AA3"/>
    <w:rsid w:val="00E73953"/>
    <w:rsid w:val="00EA104E"/>
    <w:rsid w:val="00EC3071"/>
    <w:rsid w:val="00EE27E1"/>
    <w:rsid w:val="00EF1A78"/>
    <w:rsid w:val="00EF44B1"/>
    <w:rsid w:val="00EF5557"/>
    <w:rsid w:val="00F04F96"/>
    <w:rsid w:val="00F12598"/>
    <w:rsid w:val="00F22F09"/>
    <w:rsid w:val="00F45175"/>
    <w:rsid w:val="00F67BCC"/>
    <w:rsid w:val="00F76C42"/>
    <w:rsid w:val="00F91338"/>
    <w:rsid w:val="00F97ECA"/>
    <w:rsid w:val="00FB235F"/>
    <w:rsid w:val="00FD043D"/>
    <w:rsid w:val="00FF0F06"/>
    <w:rsid w:val="00FF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FEAFD"/>
  <w15:chartTrackingRefBased/>
  <w15:docId w15:val="{2A273B40-EAF9-4C15-A0AA-6569A354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412"/>
  </w:style>
  <w:style w:type="paragraph" w:styleId="Footer">
    <w:name w:val="footer"/>
    <w:basedOn w:val="Normal"/>
    <w:link w:val="Foot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412"/>
  </w:style>
  <w:style w:type="paragraph" w:styleId="Revision">
    <w:name w:val="Revision"/>
    <w:hidden/>
    <w:uiPriority w:val="99"/>
    <w:semiHidden/>
    <w:rsid w:val="00DB2412"/>
  </w:style>
  <w:style w:type="character" w:styleId="Hyperlink">
    <w:name w:val="Hyperlink"/>
    <w:basedOn w:val="DefaultParagraphFont"/>
    <w:uiPriority w:val="99"/>
    <w:unhideWhenUsed/>
    <w:rsid w:val="0098567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56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620F1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B63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1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1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blaser\Downloads\IC-Project-Goals-and-Objectives-9237-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3CD689-FEFE-4F9E-9B46-13F203E88D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FFADB2-286A-4C25-963F-737B79945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9B796-28BD-4E9B-9908-4B71F2F0BEC6}">
  <ds:schemaRefs>
    <ds:schemaRef ds:uri="http://schemas.microsoft.com/office/2006/documentManagement/types"/>
    <ds:schemaRef ds:uri="516354d3-ff2b-4f75-9f8e-faedf236bf6b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022f454-1ed9-489d-b982-0c8d759cb9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8A6551-6F32-4CEA-8C00-FA4F5AC78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IC-Project-Goals-and-Objectives-9237-WORD</Template>
  <TotalTime>67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Smartsheet.com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Blaser, Brittni, M</dc:creator>
  <cp:keywords/>
  <dc:description/>
  <cp:lastModifiedBy>Blaser, Brittni, M</cp:lastModifiedBy>
  <cp:revision>40</cp:revision>
  <cp:lastPrinted>2017-10-13T16:21:00Z</cp:lastPrinted>
  <dcterms:created xsi:type="dcterms:W3CDTF">2022-07-25T18:14:00Z</dcterms:created>
  <dcterms:modified xsi:type="dcterms:W3CDTF">2024-07-25T14:48:00Z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